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97E65" w14:paraId="4E7BF18C" w14:textId="77777777" w:rsidTr="00146EEC">
        <w:tc>
          <w:tcPr>
            <w:tcW w:w="2689" w:type="dxa"/>
          </w:tcPr>
          <w:p w14:paraId="6A3A6189" w14:textId="26DDDE3D" w:rsidR="00397E65" w:rsidRPr="00397E65" w:rsidRDefault="00397E65" w:rsidP="00397E65">
            <w:pPr>
              <w:pStyle w:val="SIText"/>
            </w:pPr>
            <w:r w:rsidRPr="00397E65">
              <w:t>Release 1</w:t>
            </w:r>
          </w:p>
        </w:tc>
        <w:tc>
          <w:tcPr>
            <w:tcW w:w="6939" w:type="dxa"/>
          </w:tcPr>
          <w:p w14:paraId="5CBCB516" w14:textId="0B94CFCF" w:rsidR="00397E65" w:rsidRPr="00397E65" w:rsidRDefault="00397E65" w:rsidP="00264972">
            <w:pPr>
              <w:pStyle w:val="SIText"/>
            </w:pPr>
            <w:r w:rsidRPr="00397E65">
              <w:t xml:space="preserve">This version released with AHC Agriculture, Horticulture, Conservation and Land Management Training Package Version </w:t>
            </w:r>
            <w:r w:rsidR="007758FF">
              <w:rPr>
                <w:rStyle w:val="SITemporaryText-blue"/>
              </w:rPr>
              <w:t>X</w:t>
            </w:r>
            <w:r w:rsidRPr="00397E65">
              <w:t>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5D39DB53" w:rsidR="00F1480E" w:rsidRPr="005404CB" w:rsidRDefault="00A3135C">
            <w:pPr>
              <w:pStyle w:val="SIUNITCODE"/>
            </w:pPr>
            <w:r>
              <w:t>AHCPER</w:t>
            </w:r>
            <w:r w:rsidR="00120F02">
              <w:t>4</w:t>
            </w:r>
            <w:r w:rsidR="000F62B2">
              <w:t>X</w:t>
            </w:r>
            <w:r w:rsidR="003A0D69">
              <w:t>5</w:t>
            </w:r>
          </w:p>
        </w:tc>
        <w:tc>
          <w:tcPr>
            <w:tcW w:w="3604" w:type="pct"/>
            <w:shd w:val="clear" w:color="auto" w:fill="auto"/>
          </w:tcPr>
          <w:p w14:paraId="01D80964" w14:textId="340475CB" w:rsidR="00F1480E" w:rsidRPr="005404CB" w:rsidRDefault="00403998" w:rsidP="00675117">
            <w:pPr>
              <w:pStyle w:val="SIUnittitle"/>
            </w:pPr>
            <w:r>
              <w:t xml:space="preserve">Investigate </w:t>
            </w:r>
            <w:r w:rsidR="005F5A5D">
              <w:t xml:space="preserve">and recommend </w:t>
            </w:r>
            <w:r>
              <w:t>biological elements for a permaculture system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1869721" w14:textId="56C985C6" w:rsidR="002C1738" w:rsidRPr="002C1738" w:rsidRDefault="002C1738" w:rsidP="002C1738">
            <w:r w:rsidRPr="002C1738">
              <w:t xml:space="preserve">This unit of competency describes the skills and knowledge required to </w:t>
            </w:r>
            <w:r w:rsidR="007A7681">
              <w:t xml:space="preserve">assess the plants, animals, </w:t>
            </w:r>
            <w:proofErr w:type="gramStart"/>
            <w:r w:rsidR="007A7681">
              <w:t>insects</w:t>
            </w:r>
            <w:proofErr w:type="gramEnd"/>
            <w:r w:rsidR="007A7681">
              <w:t xml:space="preserve"> and microbiological elements required in a permaculture system, including their characteristics and cultural requirements, </w:t>
            </w:r>
            <w:r w:rsidRPr="002C1738">
              <w:t>evaluate suitability of sp</w:t>
            </w:r>
            <w:r w:rsidR="007A7681">
              <w:t>ecific sp</w:t>
            </w:r>
            <w:r w:rsidRPr="002C1738">
              <w:t>ecies</w:t>
            </w:r>
            <w:r w:rsidR="007A7681">
              <w:t xml:space="preserve"> and present recommendations and cultural requirements for biological elements</w:t>
            </w:r>
            <w:r w:rsidRPr="002C1738">
              <w:t xml:space="preserve"> </w:t>
            </w:r>
            <w:r w:rsidR="007A7681">
              <w:t xml:space="preserve">to a client </w:t>
            </w:r>
            <w:r w:rsidRPr="002C1738">
              <w:t>for</w:t>
            </w:r>
            <w:r w:rsidR="007A7681">
              <w:t xml:space="preserve"> a</w:t>
            </w:r>
            <w:r w:rsidRPr="002C1738">
              <w:t xml:space="preserve"> permaculture </w:t>
            </w:r>
            <w:r w:rsidR="007A7681">
              <w:t>system</w:t>
            </w:r>
            <w:r w:rsidRPr="002C1738">
              <w:t>.</w:t>
            </w:r>
          </w:p>
          <w:p w14:paraId="16829B00" w14:textId="77777777" w:rsidR="002C1738" w:rsidRPr="002C1738" w:rsidRDefault="002C1738" w:rsidP="002C1738"/>
          <w:p w14:paraId="2B80FF55" w14:textId="6D2B0D1F" w:rsidR="002C1738" w:rsidRPr="002C1738" w:rsidRDefault="00F60763" w:rsidP="002C1738">
            <w:r>
              <w:t>The</w:t>
            </w:r>
            <w:r w:rsidRPr="002C1738">
              <w:t xml:space="preserve"> </w:t>
            </w:r>
            <w:r w:rsidR="002C1738" w:rsidRPr="002C1738">
              <w:t xml:space="preserve">unit applies to individuals who analyse information and exercise judgement to complete a range of advanced skilled activities and demonstrate deep knowledge in a specific technical area. They have accountability for the work of others and analyse, </w:t>
            </w:r>
            <w:proofErr w:type="gramStart"/>
            <w:r w:rsidR="002C1738" w:rsidRPr="002C1738">
              <w:t>design</w:t>
            </w:r>
            <w:proofErr w:type="gramEnd"/>
            <w:r w:rsidR="002C1738" w:rsidRPr="002C1738">
              <w:t xml:space="preserve"> and communicate solutions to a range of complex problems.</w:t>
            </w:r>
          </w:p>
          <w:p w14:paraId="0ED0196D" w14:textId="77777777" w:rsidR="002C1738" w:rsidRPr="002C1738" w:rsidRDefault="002C1738" w:rsidP="002C1738"/>
          <w:p w14:paraId="22C15BCD" w14:textId="3EFEE8E9" w:rsidR="00373436" w:rsidRPr="000754EC" w:rsidRDefault="002C1738" w:rsidP="00510483">
            <w:pPr>
              <w:pStyle w:val="SIText"/>
            </w:pPr>
            <w:r w:rsidRPr="002C1738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60763" w:rsidRPr="00963A46" w14:paraId="463946FF" w14:textId="77777777" w:rsidTr="00091ECC">
        <w:trPr>
          <w:cantSplit/>
        </w:trPr>
        <w:tc>
          <w:tcPr>
            <w:tcW w:w="1396" w:type="pct"/>
            <w:shd w:val="clear" w:color="auto" w:fill="auto"/>
          </w:tcPr>
          <w:p w14:paraId="58858083" w14:textId="653430C0" w:rsidR="00F60763" w:rsidRPr="00F60763" w:rsidRDefault="00F60763" w:rsidP="00F60763">
            <w:pPr>
              <w:pStyle w:val="SIText"/>
            </w:pPr>
            <w:r>
              <w:t>1</w:t>
            </w:r>
            <w:r w:rsidRPr="007C6A6D">
              <w:t>. Assess the needs of the permaculture system</w:t>
            </w:r>
            <w:r w:rsidR="00F4417C">
              <w:t xml:space="preserve"> for biological elements</w:t>
            </w:r>
          </w:p>
        </w:tc>
        <w:tc>
          <w:tcPr>
            <w:tcW w:w="3604" w:type="pct"/>
            <w:shd w:val="clear" w:color="auto" w:fill="auto"/>
          </w:tcPr>
          <w:p w14:paraId="7DCA4EE1" w14:textId="1E3F136A" w:rsidR="00F4417C" w:rsidRDefault="00A0163A" w:rsidP="00F60763">
            <w:r>
              <w:t>1</w:t>
            </w:r>
            <w:r w:rsidR="00F60763" w:rsidRPr="007C6A6D">
              <w:t xml:space="preserve">.1 </w:t>
            </w:r>
            <w:r w:rsidR="00F4417C">
              <w:t>Access plans and design criteria for permaculture system</w:t>
            </w:r>
          </w:p>
          <w:p w14:paraId="07A73D90" w14:textId="79CE8A2A" w:rsidR="00510483" w:rsidRDefault="00510483" w:rsidP="00F60763">
            <w:r>
              <w:t>1.2 Identify environmental and climatic conditions for permaculture site</w:t>
            </w:r>
          </w:p>
          <w:p w14:paraId="0D9D995E" w14:textId="555BF75F" w:rsidR="00F4417C" w:rsidRDefault="00A0163A" w:rsidP="00F4417C">
            <w:r>
              <w:t>1</w:t>
            </w:r>
            <w:r w:rsidR="00F4417C">
              <w:t>.</w:t>
            </w:r>
            <w:r w:rsidR="00510483">
              <w:t>3</w:t>
            </w:r>
            <w:r w:rsidR="00F4417C">
              <w:t xml:space="preserve"> Determine primary </w:t>
            </w:r>
            <w:r w:rsidR="00510483">
              <w:t xml:space="preserve">characteristics </w:t>
            </w:r>
            <w:r w:rsidR="008A0647">
              <w:t xml:space="preserve">and uses for </w:t>
            </w:r>
            <w:r w:rsidR="00510483">
              <w:t>biological elements</w:t>
            </w:r>
            <w:r>
              <w:t xml:space="preserve"> </w:t>
            </w:r>
            <w:r w:rsidR="00F4417C">
              <w:t>in permaculture system</w:t>
            </w:r>
            <w:r w:rsidR="00D52770">
              <w:t xml:space="preserve"> with client</w:t>
            </w:r>
          </w:p>
          <w:p w14:paraId="34096A74" w14:textId="6F0838AC" w:rsidR="006D2A65" w:rsidRDefault="00A0163A" w:rsidP="006D2A65">
            <w:r>
              <w:t>1</w:t>
            </w:r>
            <w:r w:rsidR="006D2A65">
              <w:t>.</w:t>
            </w:r>
            <w:r w:rsidR="00510483">
              <w:t>4</w:t>
            </w:r>
            <w:r w:rsidR="006D2A65">
              <w:t xml:space="preserve"> Investigate interrelationships of biological elements for a sustained permaculture system</w:t>
            </w:r>
          </w:p>
          <w:p w14:paraId="6D5599CE" w14:textId="2D7C461E" w:rsidR="006D2A65" w:rsidRDefault="00A0163A" w:rsidP="006D2A65">
            <w:r>
              <w:t>1</w:t>
            </w:r>
            <w:r w:rsidR="006D2A65">
              <w:t>.</w:t>
            </w:r>
            <w:r w:rsidR="00510483">
              <w:t>5</w:t>
            </w:r>
            <w:r w:rsidR="006D2A65">
              <w:t xml:space="preserve"> Determine diversity of biological elements </w:t>
            </w:r>
            <w:r w:rsidR="00510483">
              <w:t xml:space="preserve">in </w:t>
            </w:r>
            <w:r w:rsidR="006D2A65">
              <w:t>permaculture system</w:t>
            </w:r>
          </w:p>
          <w:p w14:paraId="78D89A77" w14:textId="2C577322" w:rsidR="006D2A65" w:rsidRDefault="00A0163A" w:rsidP="006D2A65">
            <w:r>
              <w:t>1</w:t>
            </w:r>
            <w:r w:rsidR="006D2A65">
              <w:t>.</w:t>
            </w:r>
            <w:r w:rsidR="00510483">
              <w:t>6</w:t>
            </w:r>
            <w:r w:rsidR="006D2A65">
              <w:t xml:space="preserve"> Identify protagonist and antagonistic characteristics of biological elements in </w:t>
            </w:r>
            <w:r w:rsidR="00324FD5">
              <w:t xml:space="preserve">permaculture </w:t>
            </w:r>
            <w:r w:rsidR="006D2A65">
              <w:t>system</w:t>
            </w:r>
          </w:p>
          <w:p w14:paraId="25E46667" w14:textId="4F3B85DE" w:rsidR="00F60763" w:rsidRPr="00F60763" w:rsidRDefault="00A0163A" w:rsidP="003A0D69">
            <w:r>
              <w:t>1.</w:t>
            </w:r>
            <w:r w:rsidR="00CC46D7">
              <w:t>7</w:t>
            </w:r>
            <w:r>
              <w:t xml:space="preserve"> </w:t>
            </w:r>
            <w:r w:rsidR="00510483">
              <w:t xml:space="preserve">Summarise characteristics for each biological element required for </w:t>
            </w:r>
            <w:r>
              <w:t>permaculture system</w:t>
            </w:r>
          </w:p>
        </w:tc>
      </w:tr>
      <w:tr w:rsidR="007C6A6D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04B155A8" w:rsidR="007C6A6D" w:rsidRPr="007C6A6D" w:rsidRDefault="006D2A65" w:rsidP="00675117">
            <w:pPr>
              <w:pStyle w:val="SIText"/>
            </w:pPr>
            <w:r>
              <w:t>2</w:t>
            </w:r>
            <w:r w:rsidR="007C6A6D" w:rsidRPr="007C6A6D">
              <w:t xml:space="preserve">. </w:t>
            </w:r>
            <w:r w:rsidR="00F4417C">
              <w:t>Investigate</w:t>
            </w:r>
            <w:r w:rsidR="00CC46D7">
              <w:t xml:space="preserve"> biological</w:t>
            </w:r>
            <w:r w:rsidR="00A0163A">
              <w:t xml:space="preserve"> </w:t>
            </w:r>
            <w:r w:rsidR="00F60763">
              <w:t>species</w:t>
            </w:r>
            <w:r w:rsidR="00F4417C">
              <w:t xml:space="preserve"> to achieve</w:t>
            </w:r>
            <w:r w:rsidR="00324FD5">
              <w:t xml:space="preserve"> </w:t>
            </w:r>
            <w:r w:rsidR="00CC46D7">
              <w:t>permaculture system outcomes</w:t>
            </w:r>
          </w:p>
        </w:tc>
        <w:tc>
          <w:tcPr>
            <w:tcW w:w="3604" w:type="pct"/>
            <w:shd w:val="clear" w:color="auto" w:fill="auto"/>
          </w:tcPr>
          <w:p w14:paraId="0DCE69D0" w14:textId="27C59F4A" w:rsidR="007C6A6D" w:rsidRDefault="00A0163A" w:rsidP="007C6A6D">
            <w:r>
              <w:t>2</w:t>
            </w:r>
            <w:r w:rsidR="007C6A6D" w:rsidRPr="007C6A6D">
              <w:t xml:space="preserve">.1 </w:t>
            </w:r>
            <w:r w:rsidR="00F4417C">
              <w:t>Investigate</w:t>
            </w:r>
            <w:r w:rsidR="007C6A6D" w:rsidRPr="007C6A6D">
              <w:t xml:space="preserve"> </w:t>
            </w:r>
            <w:r w:rsidR="00510483">
              <w:t xml:space="preserve">and identify </w:t>
            </w:r>
            <w:r>
              <w:t xml:space="preserve">plant </w:t>
            </w:r>
            <w:r w:rsidR="007C6A6D" w:rsidRPr="007C6A6D">
              <w:t xml:space="preserve">species </w:t>
            </w:r>
            <w:r>
              <w:t xml:space="preserve">reflecting characteristics required in </w:t>
            </w:r>
            <w:r w:rsidR="007C6A6D" w:rsidRPr="007C6A6D">
              <w:t xml:space="preserve">permaculture </w:t>
            </w:r>
            <w:r>
              <w:t>system</w:t>
            </w:r>
          </w:p>
          <w:p w14:paraId="438E24C6" w14:textId="36786257" w:rsidR="00510483" w:rsidRDefault="00510483" w:rsidP="007C6A6D">
            <w:r>
              <w:t>2.2 Investigate and identify animal species reflecting characteristics required in permaculture system</w:t>
            </w:r>
          </w:p>
          <w:p w14:paraId="3D1F0E52" w14:textId="5AAA805F" w:rsidR="00CC46D7" w:rsidRDefault="00CC46D7" w:rsidP="007C6A6D">
            <w:r>
              <w:t>2.3 Investigate and identify invertebrate and microbial species reflecting characteristics required in permaculture system</w:t>
            </w:r>
          </w:p>
          <w:p w14:paraId="42BE0589" w14:textId="751AD41E" w:rsidR="007C6A6D" w:rsidRPr="007C6A6D" w:rsidRDefault="00A0163A" w:rsidP="007C6A6D">
            <w:r>
              <w:t>2</w:t>
            </w:r>
            <w:r w:rsidR="007C6A6D" w:rsidRPr="007C6A6D">
              <w:t>.</w:t>
            </w:r>
            <w:r w:rsidR="00CC46D7">
              <w:t>4</w:t>
            </w:r>
            <w:r w:rsidR="007C6A6D" w:rsidRPr="007C6A6D">
              <w:t xml:space="preserve"> Assess </w:t>
            </w:r>
            <w:r w:rsidR="00D52770">
              <w:t xml:space="preserve">and confirm </w:t>
            </w:r>
            <w:r w:rsidR="00510483">
              <w:t xml:space="preserve">value </w:t>
            </w:r>
            <w:r w:rsidR="007C6A6D" w:rsidRPr="007C6A6D">
              <w:t xml:space="preserve">of </w:t>
            </w:r>
            <w:r w:rsidR="00510483">
              <w:t xml:space="preserve">each identified </w:t>
            </w:r>
            <w:r w:rsidR="007C6A6D" w:rsidRPr="007C6A6D">
              <w:t xml:space="preserve">species for roles or functions required in </w:t>
            </w:r>
            <w:r w:rsidR="00510483">
              <w:t>permaculture</w:t>
            </w:r>
            <w:r w:rsidR="00510483" w:rsidRPr="007C6A6D">
              <w:t xml:space="preserve"> </w:t>
            </w:r>
            <w:r w:rsidR="007C6A6D" w:rsidRPr="007C6A6D">
              <w:t>system</w:t>
            </w:r>
          </w:p>
          <w:p w14:paraId="4B044429" w14:textId="2F309B12" w:rsidR="007C6A6D" w:rsidRPr="007C6A6D" w:rsidRDefault="00A0163A" w:rsidP="00675117">
            <w:r>
              <w:t>2</w:t>
            </w:r>
            <w:r w:rsidR="007C6A6D" w:rsidRPr="007C6A6D">
              <w:t>.</w:t>
            </w:r>
            <w:r w:rsidR="00CC46D7">
              <w:t>5</w:t>
            </w:r>
            <w:r w:rsidR="007C6A6D" w:rsidRPr="007C6A6D">
              <w:t xml:space="preserve"> </w:t>
            </w:r>
            <w:r w:rsidR="00CC46D7">
              <w:t>Select and d</w:t>
            </w:r>
            <w:r w:rsidR="007C6A6D" w:rsidRPr="007C6A6D">
              <w:t xml:space="preserve">ocument </w:t>
            </w:r>
            <w:r w:rsidR="00CC46D7">
              <w:t>biological elements identified according to biological naming conventions</w:t>
            </w:r>
          </w:p>
        </w:tc>
      </w:tr>
      <w:tr w:rsidR="007C6A6D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1895D2F3" w:rsidR="007C6A6D" w:rsidRPr="007C6A6D" w:rsidRDefault="007C6A6D" w:rsidP="00675117">
            <w:pPr>
              <w:pStyle w:val="SIText"/>
            </w:pPr>
            <w:r w:rsidRPr="007C6A6D">
              <w:t xml:space="preserve">3. Recommend species </w:t>
            </w:r>
            <w:r w:rsidR="00735DFA">
              <w:t xml:space="preserve">and cultural requirements </w:t>
            </w:r>
            <w:r w:rsidRPr="007C6A6D">
              <w:t xml:space="preserve">for </w:t>
            </w:r>
            <w:r w:rsidR="00735DFA">
              <w:t xml:space="preserve">a </w:t>
            </w:r>
            <w:r w:rsidRPr="007C6A6D">
              <w:t xml:space="preserve">permaculture </w:t>
            </w:r>
            <w:r w:rsidR="00735DFA">
              <w:t>system design</w:t>
            </w:r>
          </w:p>
        </w:tc>
        <w:tc>
          <w:tcPr>
            <w:tcW w:w="3604" w:type="pct"/>
            <w:shd w:val="clear" w:color="auto" w:fill="auto"/>
          </w:tcPr>
          <w:p w14:paraId="310E90B4" w14:textId="39AAFF0D" w:rsidR="00CC46D7" w:rsidRDefault="00735DFA" w:rsidP="007C6A6D">
            <w:r>
              <w:t>3.1</w:t>
            </w:r>
            <w:r w:rsidR="00CC46D7">
              <w:t xml:space="preserve"> Investigate and document cultural requirements and conditions for each </w:t>
            </w:r>
            <w:r>
              <w:t xml:space="preserve">biological </w:t>
            </w:r>
            <w:r w:rsidR="00CC46D7">
              <w:t>species selected</w:t>
            </w:r>
          </w:p>
          <w:p w14:paraId="7D61AC85" w14:textId="49A25B6A" w:rsidR="00735DFA" w:rsidRDefault="00735DFA" w:rsidP="007C6A6D">
            <w:r>
              <w:t>3.2</w:t>
            </w:r>
            <w:r w:rsidR="00CC46D7">
              <w:t xml:space="preserve"> </w:t>
            </w:r>
            <w:r w:rsidR="008A0647">
              <w:t>Investigate and d</w:t>
            </w:r>
            <w:r>
              <w:t xml:space="preserve">ocument </w:t>
            </w:r>
            <w:r w:rsidR="008A0647">
              <w:t xml:space="preserve">expected </w:t>
            </w:r>
            <w:r w:rsidRPr="007C6A6D">
              <w:t>interactions and inter-relationships</w:t>
            </w:r>
            <w:r>
              <w:t xml:space="preserve"> for </w:t>
            </w:r>
            <w:r w:rsidR="008A0647">
              <w:t xml:space="preserve">species in </w:t>
            </w:r>
            <w:r>
              <w:t>permaculture system</w:t>
            </w:r>
          </w:p>
          <w:p w14:paraId="5A518918" w14:textId="0F65E2AE" w:rsidR="00D52770" w:rsidRDefault="00735DFA" w:rsidP="007C6A6D">
            <w:r>
              <w:t xml:space="preserve">3.3 </w:t>
            </w:r>
            <w:r w:rsidR="008A0647">
              <w:t>Compile documenta</w:t>
            </w:r>
            <w:r w:rsidR="00D52770">
              <w:t>tion into formal recommendation according to workplace format</w:t>
            </w:r>
          </w:p>
          <w:p w14:paraId="145F4161" w14:textId="326E6011" w:rsidR="00D52770" w:rsidRDefault="00D52770" w:rsidP="007C6A6D">
            <w:r>
              <w:t>3.4 Present recommendation to client for feedback and approval</w:t>
            </w:r>
          </w:p>
          <w:p w14:paraId="1C93868F" w14:textId="05807A65" w:rsidR="007C6A6D" w:rsidRPr="007C6A6D" w:rsidRDefault="00D52770" w:rsidP="00675117">
            <w:r>
              <w:t xml:space="preserve">3.5 Review and rectify recommendations according to client feedback </w:t>
            </w:r>
          </w:p>
        </w:tc>
      </w:tr>
      <w:tr w:rsidR="007C6A6D" w:rsidRPr="00963A46" w14:paraId="06C112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09D350" w14:textId="2CE4355B" w:rsidR="007C6A6D" w:rsidRPr="007C6A6D" w:rsidRDefault="007C6A6D" w:rsidP="00675117">
            <w:pPr>
              <w:pStyle w:val="SIText"/>
            </w:pPr>
            <w:r w:rsidRPr="007C6A6D">
              <w:lastRenderedPageBreak/>
              <w:t xml:space="preserve">4. Evaluate suitability of species in a permaculture </w:t>
            </w:r>
            <w:r w:rsidR="00D52770">
              <w:t>system</w:t>
            </w:r>
          </w:p>
        </w:tc>
        <w:tc>
          <w:tcPr>
            <w:tcW w:w="3604" w:type="pct"/>
            <w:shd w:val="clear" w:color="auto" w:fill="auto"/>
          </w:tcPr>
          <w:p w14:paraId="5D75DAF4" w14:textId="0DB6CC55" w:rsidR="00D52770" w:rsidRDefault="007C6A6D" w:rsidP="007C6A6D">
            <w:r w:rsidRPr="007C6A6D">
              <w:t>4.1</w:t>
            </w:r>
            <w:r w:rsidR="00D52770">
              <w:t xml:space="preserve"> Monitor implementation</w:t>
            </w:r>
            <w:r w:rsidR="005472C3">
              <w:t xml:space="preserve"> and</w:t>
            </w:r>
            <w:r w:rsidR="00D52770">
              <w:t xml:space="preserve"> </w:t>
            </w:r>
            <w:r w:rsidR="005472C3">
              <w:t xml:space="preserve">development </w:t>
            </w:r>
            <w:r w:rsidR="00D52770">
              <w:t xml:space="preserve">of permaculture system </w:t>
            </w:r>
          </w:p>
          <w:p w14:paraId="1216F6FA" w14:textId="59EBC020" w:rsidR="007C6A6D" w:rsidRPr="007C6A6D" w:rsidRDefault="007C6A6D" w:rsidP="007C6A6D">
            <w:r w:rsidRPr="007C6A6D">
              <w:t xml:space="preserve">4.2 Evaluate suitability of </w:t>
            </w:r>
            <w:r w:rsidR="005472C3">
              <w:t>biological</w:t>
            </w:r>
            <w:r w:rsidR="005472C3" w:rsidRPr="007C6A6D">
              <w:t xml:space="preserve"> </w:t>
            </w:r>
            <w:r w:rsidRPr="007C6A6D">
              <w:t>species in design</w:t>
            </w:r>
          </w:p>
          <w:p w14:paraId="160D9E41" w14:textId="2F58FFA1" w:rsidR="007C6A6D" w:rsidRPr="007C6A6D" w:rsidRDefault="007C6A6D" w:rsidP="007C6A6D">
            <w:r w:rsidRPr="007C6A6D">
              <w:t xml:space="preserve">4.3 Re-assess </w:t>
            </w:r>
            <w:r w:rsidR="00D52770">
              <w:t xml:space="preserve">underperforming species and investigate alternative options </w:t>
            </w:r>
          </w:p>
          <w:p w14:paraId="3AFC93DB" w14:textId="0453A07A" w:rsidR="007C6A6D" w:rsidRPr="007C6A6D" w:rsidRDefault="007C6A6D" w:rsidP="00675117">
            <w:r w:rsidRPr="007C6A6D">
              <w:t xml:space="preserve">4.4 </w:t>
            </w:r>
            <w:r w:rsidR="005472C3">
              <w:t xml:space="preserve">Maintain records of species performance for future reference  </w:t>
            </w:r>
          </w:p>
        </w:tc>
      </w:tr>
    </w:tbl>
    <w:p w14:paraId="50784BCC" w14:textId="0D5DB79B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4B438C2E" w:rsidR="00F1480E" w:rsidRPr="005404CB" w:rsidRDefault="00C83F6D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185B3D2" w14:textId="395688CE" w:rsidR="00F1480E" w:rsidRPr="005404CB" w:rsidRDefault="00C83F6D">
            <w:pPr>
              <w:pStyle w:val="SIBulletList1"/>
              <w:rPr>
                <w:rFonts w:eastAsia="Calibri"/>
              </w:rPr>
            </w:pPr>
            <w:r w:rsidRPr="00C83F6D">
              <w:t xml:space="preserve">Prepare and produce client </w:t>
            </w:r>
            <w:r>
              <w:t>recommendations</w:t>
            </w:r>
            <w:r w:rsidRPr="00C83F6D">
              <w:t xml:space="preserve"> and specifications including diagrammatic models to illustrate complex permaculture </w:t>
            </w:r>
            <w:r>
              <w:t>system species interactions</w:t>
            </w:r>
          </w:p>
        </w:tc>
      </w:tr>
      <w:tr w:rsidR="00F1480E" w:rsidRPr="00336FCA" w:rsidDel="00423CB2" w14:paraId="0655D844" w14:textId="77777777" w:rsidTr="00CA2922">
        <w:tc>
          <w:tcPr>
            <w:tcW w:w="1396" w:type="pct"/>
          </w:tcPr>
          <w:p w14:paraId="64582310" w14:textId="292FE210" w:rsidR="00F1480E" w:rsidRPr="005404CB" w:rsidRDefault="00C83F6D" w:rsidP="005404C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B5C131C" w14:textId="02F1530B" w:rsidR="00F1480E" w:rsidRPr="005404CB" w:rsidRDefault="00C83F6D">
            <w:pPr>
              <w:pStyle w:val="SIBulletList1"/>
              <w:rPr>
                <w:rFonts w:eastAsia="Calibri"/>
              </w:rPr>
            </w:pPr>
            <w:r w:rsidRPr="00C83F6D">
              <w:t>Use collaborative and inclusive techniques including active listening and questioning</w:t>
            </w:r>
            <w:r>
              <w:t>,</w:t>
            </w:r>
            <w:r w:rsidRPr="00C83F6D">
              <w:t xml:space="preserve"> and reading of verbal and non-verbal signals to convey, clarify </w:t>
            </w:r>
            <w:r>
              <w:t xml:space="preserve">feedback </w:t>
            </w:r>
            <w:r w:rsidRPr="00C83F6D">
              <w:t>and confirm client requirements</w:t>
            </w:r>
            <w:r>
              <w:t xml:space="preserve"> for recommendations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2C4E82" w14:paraId="1E3C830D" w14:textId="77777777" w:rsidTr="003A0D69">
        <w:trPr>
          <w:trHeight w:val="850"/>
        </w:trPr>
        <w:tc>
          <w:tcPr>
            <w:tcW w:w="1028" w:type="pct"/>
          </w:tcPr>
          <w:p w14:paraId="18ED5BE1" w14:textId="05EC3091" w:rsidR="002C4E82" w:rsidRPr="002C4E82" w:rsidRDefault="007758FF">
            <w:pPr>
              <w:pStyle w:val="SIText"/>
            </w:pPr>
            <w:r>
              <w:t>AHCPER4X</w:t>
            </w:r>
            <w:r w:rsidR="003A0D69">
              <w:t>5</w:t>
            </w:r>
            <w:r>
              <w:t xml:space="preserve"> </w:t>
            </w:r>
            <w:r w:rsidR="00675117">
              <w:t>I</w:t>
            </w:r>
            <w:r w:rsidR="00675117" w:rsidRPr="00675117">
              <w:t>nvestigate and recommend biological elements for a permaculture system</w:t>
            </w:r>
          </w:p>
        </w:tc>
        <w:tc>
          <w:tcPr>
            <w:tcW w:w="1105" w:type="pct"/>
          </w:tcPr>
          <w:p w14:paraId="64EA7AE3" w14:textId="173DBA72" w:rsidR="002C4E82" w:rsidRPr="002C4E82" w:rsidRDefault="007758FF" w:rsidP="002C4E82">
            <w:pPr>
              <w:pStyle w:val="SIText"/>
            </w:pPr>
            <w:r>
              <w:t xml:space="preserve">AHCPER413 </w:t>
            </w:r>
            <w:r w:rsidR="00675117" w:rsidRPr="00675117">
              <w:t>Evaluate suitability of species as solutions for per</w:t>
            </w:r>
            <w:r>
              <w:t>maculture applications</w:t>
            </w:r>
          </w:p>
        </w:tc>
        <w:tc>
          <w:tcPr>
            <w:tcW w:w="1251" w:type="pct"/>
          </w:tcPr>
          <w:p w14:paraId="3E031D32" w14:textId="3AE64495" w:rsidR="002C4E82" w:rsidRPr="002C4E82" w:rsidRDefault="007758FF" w:rsidP="002C4E82">
            <w:pPr>
              <w:pStyle w:val="SIText"/>
            </w:pPr>
            <w:r>
              <w:t>Redesigned unit to reflect a job outcome and better reflect industry outcomes</w:t>
            </w:r>
          </w:p>
        </w:tc>
        <w:tc>
          <w:tcPr>
            <w:tcW w:w="1616" w:type="pct"/>
          </w:tcPr>
          <w:p w14:paraId="426455CD" w14:textId="2AD79692" w:rsidR="002C4E82" w:rsidRPr="002C4E82" w:rsidRDefault="007758FF" w:rsidP="002C4E82">
            <w:pPr>
              <w:pStyle w:val="SIText"/>
            </w:pPr>
            <w:r>
              <w:t>Not 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66912972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675117" w:rsidRPr="002C1738">
              <w:t>AHCPER4</w:t>
            </w:r>
            <w:r w:rsidR="00675117">
              <w:t>X</w:t>
            </w:r>
            <w:r w:rsidR="003A0D69">
              <w:t>5</w:t>
            </w:r>
            <w:r w:rsidR="00675117" w:rsidRPr="002C1738">
              <w:t xml:space="preserve"> </w:t>
            </w:r>
            <w:r w:rsidR="00675117" w:rsidRPr="00675117">
              <w:t>Investigate and recommend biological elements for a permaculture system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338136F7" w14:textId="65DD2BEF" w:rsidR="0076402E" w:rsidRDefault="0076402E" w:rsidP="0076402E">
            <w:pPr>
              <w:pStyle w:val="SIText"/>
            </w:pPr>
            <w:r w:rsidRPr="00EA3EBA">
              <w:t xml:space="preserve"> 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7F2671E6" w14:textId="6F7568A0" w:rsidR="0076402E" w:rsidRDefault="0076402E" w:rsidP="0076402E">
            <w:pPr>
              <w:pStyle w:val="SIText"/>
            </w:pPr>
            <w:r>
              <w:t>There must be evidence that the individual has on at least one occasion investigated and recommended biological elements for s permaculture system design and has:</w:t>
            </w:r>
          </w:p>
          <w:p w14:paraId="4EB3F325" w14:textId="34D09ABB" w:rsidR="00510483" w:rsidRDefault="002F36DB" w:rsidP="003A0D69">
            <w:pPr>
              <w:pStyle w:val="SIBulletList1"/>
            </w:pPr>
            <w:r>
              <w:t>assessed needs and outcomes of a permaculture system with a client</w:t>
            </w:r>
          </w:p>
          <w:p w14:paraId="1807BE23" w14:textId="0D814F6C" w:rsidR="002F36DB" w:rsidRDefault="002F36DB" w:rsidP="003A0D69">
            <w:pPr>
              <w:pStyle w:val="SIBulletList1"/>
            </w:pPr>
            <w:r>
              <w:t>identified characteristics of biological elements for a system which must include each of the following:</w:t>
            </w:r>
          </w:p>
          <w:p w14:paraId="25B02415" w14:textId="3A9E5AFB" w:rsidR="00510483" w:rsidRDefault="003C50C7" w:rsidP="003A0D69">
            <w:pPr>
              <w:pStyle w:val="SIBulletList2"/>
            </w:pPr>
            <w:r>
              <w:t xml:space="preserve">10 </w:t>
            </w:r>
            <w:r w:rsidR="00510483">
              <w:t>plants</w:t>
            </w:r>
          </w:p>
          <w:p w14:paraId="716507ED" w14:textId="681525A6" w:rsidR="00510483" w:rsidRDefault="003C50C7" w:rsidP="003A0D69">
            <w:pPr>
              <w:pStyle w:val="SIBulletList2"/>
            </w:pPr>
            <w:r>
              <w:t xml:space="preserve">4 </w:t>
            </w:r>
            <w:r w:rsidR="00510483">
              <w:t>animals</w:t>
            </w:r>
          </w:p>
          <w:p w14:paraId="4CECECD7" w14:textId="0E5242AD" w:rsidR="00510483" w:rsidRDefault="003C50C7" w:rsidP="003A0D69">
            <w:pPr>
              <w:pStyle w:val="SIBulletList2"/>
            </w:pPr>
            <w:r>
              <w:t xml:space="preserve">3 </w:t>
            </w:r>
            <w:r w:rsidR="00510483">
              <w:t>invertebrates</w:t>
            </w:r>
          </w:p>
          <w:p w14:paraId="2BDF0607" w14:textId="1965C7FD" w:rsidR="00510483" w:rsidRPr="007C6A6D" w:rsidRDefault="003C50C7" w:rsidP="003A0D69">
            <w:pPr>
              <w:pStyle w:val="SIBulletList2"/>
            </w:pPr>
            <w:r>
              <w:t xml:space="preserve">2 </w:t>
            </w:r>
            <w:r w:rsidR="00510483">
              <w:t>micro</w:t>
            </w:r>
            <w:r>
              <w:t>-</w:t>
            </w:r>
            <w:r w:rsidR="00510483">
              <w:t>biological</w:t>
            </w:r>
            <w:r>
              <w:t>s</w:t>
            </w:r>
            <w:r w:rsidR="00510483">
              <w:t xml:space="preserve"> </w:t>
            </w:r>
          </w:p>
          <w:p w14:paraId="1104C217" w14:textId="480792BC" w:rsidR="007C6A6D" w:rsidRPr="007C6A6D" w:rsidRDefault="002F36DB" w:rsidP="007C6A6D">
            <w:pPr>
              <w:pStyle w:val="SIBulletList1"/>
            </w:pPr>
            <w:r>
              <w:t xml:space="preserve">investigated and assessed </w:t>
            </w:r>
            <w:r w:rsidR="007C6A6D" w:rsidRPr="007C6A6D">
              <w:t xml:space="preserve">species for </w:t>
            </w:r>
            <w:r>
              <w:t xml:space="preserve">each group of biological elements for </w:t>
            </w:r>
            <w:r w:rsidR="007C6A6D" w:rsidRPr="007C6A6D">
              <w:t xml:space="preserve">use in a permaculture </w:t>
            </w:r>
            <w:r>
              <w:t>system</w:t>
            </w:r>
            <w:r w:rsidR="003C50C7">
              <w:t xml:space="preserve"> and their interrelationships</w:t>
            </w:r>
          </w:p>
          <w:p w14:paraId="6491C2C5" w14:textId="2BA30A67" w:rsidR="007C6A6D" w:rsidRPr="007C6A6D" w:rsidRDefault="002F36DB" w:rsidP="007C6A6D">
            <w:pPr>
              <w:pStyle w:val="SIBulletList1"/>
            </w:pPr>
            <w:r>
              <w:t xml:space="preserve">compiled and documented </w:t>
            </w:r>
            <w:r w:rsidR="003C50C7">
              <w:t xml:space="preserve">recommendations and cultural requirements for </w:t>
            </w:r>
            <w:r w:rsidR="007C6A6D" w:rsidRPr="007C6A6D">
              <w:t xml:space="preserve">species </w:t>
            </w:r>
            <w:r w:rsidR="003C50C7">
              <w:t>meeting identified characteristics f</w:t>
            </w:r>
            <w:r w:rsidR="007C6A6D" w:rsidRPr="007C6A6D">
              <w:t xml:space="preserve">or permaculture </w:t>
            </w:r>
            <w:r w:rsidR="003C50C7">
              <w:t>system</w:t>
            </w:r>
          </w:p>
          <w:p w14:paraId="764D1EE6" w14:textId="77777777" w:rsidR="00556C4C" w:rsidRDefault="003C50C7" w:rsidP="003A0D69">
            <w:pPr>
              <w:pStyle w:val="SIBulletList1"/>
            </w:pPr>
            <w:r>
              <w:t>presented recommendations to client and acted on feedback</w:t>
            </w:r>
          </w:p>
          <w:p w14:paraId="6BFA69AA" w14:textId="35C73D58" w:rsidR="003C50C7" w:rsidRPr="005404CB" w:rsidRDefault="003C50C7" w:rsidP="003A0D69">
            <w:pPr>
              <w:pStyle w:val="SIBulletList1"/>
            </w:pPr>
            <w:r>
              <w:t xml:space="preserve">monitored and recorded </w:t>
            </w:r>
            <w:r w:rsidR="00EC3D51">
              <w:t>biological elements and their success in a permaculture system.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3E43D1C7" w14:textId="544C12B7" w:rsidR="001E4A32" w:rsidRDefault="001E4A32" w:rsidP="003A0D69">
            <w:pPr>
              <w:pStyle w:val="SIText"/>
            </w:pPr>
            <w:r w:rsidRPr="001E4A32">
              <w:t>An individual must be able to demonstrate the knowledge required to perform the tasks outlined in the elements and performance criteria of this unit. This includes knowledge of:</w:t>
            </w:r>
          </w:p>
          <w:p w14:paraId="17CDDB94" w14:textId="77777777" w:rsidR="007C6A6D" w:rsidRPr="007C6A6D" w:rsidRDefault="007C6A6D" w:rsidP="007C6A6D">
            <w:pPr>
              <w:pStyle w:val="SIBulletList1"/>
            </w:pPr>
            <w:r w:rsidRPr="007C6A6D">
              <w:t>principles and practices of permaculture related to needs of species and systems</w:t>
            </w:r>
          </w:p>
          <w:p w14:paraId="4F6D7509" w14:textId="4D9D4B5C" w:rsidR="007C6A6D" w:rsidRDefault="001E4A32" w:rsidP="007C6A6D">
            <w:pPr>
              <w:pStyle w:val="SIBulletList1"/>
            </w:pPr>
            <w:r>
              <w:t xml:space="preserve">fundamentals of biological organisms, interactions, </w:t>
            </w:r>
            <w:proofErr w:type="gramStart"/>
            <w:r>
              <w:t>classification</w:t>
            </w:r>
            <w:proofErr w:type="gramEnd"/>
            <w:r>
              <w:t xml:space="preserve"> and nomenclature, including:</w:t>
            </w:r>
          </w:p>
          <w:p w14:paraId="77707089" w14:textId="22D02E86" w:rsidR="001E4A32" w:rsidRDefault="001E4A32" w:rsidP="003A0D69">
            <w:pPr>
              <w:pStyle w:val="SIBulletList2"/>
            </w:pPr>
            <w:r>
              <w:t>plants as produce, fodder, soil improvers, pest control</w:t>
            </w:r>
          </w:p>
          <w:p w14:paraId="47A1DCF7" w14:textId="52DDF86D" w:rsidR="001E4A32" w:rsidRDefault="001E4A32" w:rsidP="003A0D69">
            <w:pPr>
              <w:pStyle w:val="SIBulletList2"/>
            </w:pPr>
            <w:r>
              <w:t>animals as produce,</w:t>
            </w:r>
            <w:r w:rsidR="0076402E">
              <w:t xml:space="preserve"> pest control, waste processing, soil improvers</w:t>
            </w:r>
          </w:p>
          <w:p w14:paraId="42A9ED91" w14:textId="1A5224F1" w:rsidR="001E4A32" w:rsidRDefault="001E4A32" w:rsidP="003A0D69">
            <w:pPr>
              <w:pStyle w:val="SIBulletList2"/>
            </w:pPr>
            <w:r>
              <w:t xml:space="preserve">invertebrates as food, soil improvers, </w:t>
            </w:r>
            <w:proofErr w:type="gramStart"/>
            <w:r>
              <w:t>pests</w:t>
            </w:r>
            <w:proofErr w:type="gramEnd"/>
            <w:r>
              <w:t xml:space="preserve"> and biocontrol </w:t>
            </w:r>
          </w:p>
          <w:p w14:paraId="44710569" w14:textId="4081D756" w:rsidR="001E4A32" w:rsidRPr="007C6A6D" w:rsidRDefault="001E4A32" w:rsidP="003A0D69">
            <w:pPr>
              <w:pStyle w:val="SIBulletList2"/>
            </w:pPr>
            <w:r>
              <w:t xml:space="preserve">common microorganisms used in permaculture, including </w:t>
            </w:r>
            <w:r w:rsidR="0076402E">
              <w:t>produce</w:t>
            </w:r>
            <w:r>
              <w:t>, yeasts and useful bacteria for plant and animal culture</w:t>
            </w:r>
          </w:p>
          <w:p w14:paraId="352FC3EB" w14:textId="2660F30C" w:rsidR="007C6A6D" w:rsidRPr="007C6A6D" w:rsidRDefault="007C6A6D" w:rsidP="007C6A6D">
            <w:pPr>
              <w:pStyle w:val="SIBulletList1"/>
            </w:pPr>
            <w:r w:rsidRPr="007C6A6D">
              <w:t>research methodolog</w:t>
            </w:r>
            <w:r w:rsidR="0076402E">
              <w:t>ies and documenting outcomes of research</w:t>
            </w:r>
          </w:p>
          <w:p w14:paraId="047BEC8F" w14:textId="1B8B51FE" w:rsidR="007C6A6D" w:rsidRPr="007C6A6D" w:rsidRDefault="0076402E" w:rsidP="007C6A6D">
            <w:pPr>
              <w:pStyle w:val="SIBulletList1"/>
            </w:pPr>
            <w:r>
              <w:t>system design process</w:t>
            </w:r>
          </w:p>
          <w:p w14:paraId="212EE9CA" w14:textId="77777777" w:rsidR="007C6A6D" w:rsidRPr="007C6A6D" w:rsidRDefault="007C6A6D" w:rsidP="007C6A6D">
            <w:pPr>
              <w:pStyle w:val="SIBulletList1"/>
            </w:pPr>
            <w:r w:rsidRPr="007C6A6D">
              <w:t>permaculture design strategies for species selection and inter-relationships</w:t>
            </w:r>
          </w:p>
          <w:p w14:paraId="1FCBBAEF" w14:textId="4AD52C67" w:rsidR="007C6A6D" w:rsidRPr="007C6A6D" w:rsidRDefault="0076402E" w:rsidP="007C6A6D">
            <w:pPr>
              <w:pStyle w:val="SIBulletList1"/>
            </w:pPr>
            <w:r>
              <w:t>c</w:t>
            </w:r>
            <w:r w:rsidR="007C6A6D" w:rsidRPr="007C6A6D">
              <w:t>omparative analysis techniques</w:t>
            </w:r>
          </w:p>
          <w:p w14:paraId="65CF206A" w14:textId="6F154EEC" w:rsidR="007C6A6D" w:rsidRDefault="0076402E" w:rsidP="007C6A6D">
            <w:pPr>
              <w:pStyle w:val="SIBulletList1"/>
            </w:pPr>
            <w:r>
              <w:t>c</w:t>
            </w:r>
            <w:r w:rsidR="007C6A6D" w:rsidRPr="007C6A6D">
              <w:t>ritical evaluation techniques for both written and graphic representations of permaculture design</w:t>
            </w:r>
          </w:p>
          <w:p w14:paraId="7D1FCD81" w14:textId="77777777" w:rsidR="0076402E" w:rsidRDefault="0076402E" w:rsidP="007C6A6D">
            <w:pPr>
              <w:pStyle w:val="SIBulletList1"/>
            </w:pPr>
            <w:r>
              <w:t>dealing with clients</w:t>
            </w:r>
          </w:p>
          <w:p w14:paraId="5C8CD985" w14:textId="1F8195F8" w:rsidR="00F1480E" w:rsidRPr="005404CB" w:rsidRDefault="0076402E" w:rsidP="003A0D69">
            <w:pPr>
              <w:pStyle w:val="SIBulletList1"/>
            </w:pPr>
            <w:r>
              <w:t>documenting and presenting recommendations.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1AA7B9A3" w14:textId="77777777" w:rsidR="001E4A32" w:rsidRPr="001E4A32" w:rsidRDefault="001E4A32" w:rsidP="003A0D69">
            <w:pPr>
              <w:pStyle w:val="SIText"/>
            </w:pPr>
            <w:r w:rsidRPr="001E4A32">
              <w:t xml:space="preserve">Assessment of the skills in this unit of competency must take place under the following conditions: </w:t>
            </w:r>
          </w:p>
          <w:p w14:paraId="2F896700" w14:textId="77777777" w:rsidR="001E4A32" w:rsidRPr="001E4A32" w:rsidRDefault="001E4A32" w:rsidP="003A0D69">
            <w:pPr>
              <w:pStyle w:val="SIBulletList1"/>
            </w:pPr>
            <w:r w:rsidRPr="001E4A32">
              <w:t>physical conditions:</w:t>
            </w:r>
          </w:p>
          <w:p w14:paraId="45413B19" w14:textId="76DB1798" w:rsidR="001E4A32" w:rsidRPr="001E4A32" w:rsidRDefault="001E4A32" w:rsidP="001E4A32">
            <w:pPr>
              <w:pStyle w:val="SIBulletList2"/>
            </w:pPr>
            <w:r w:rsidRPr="001E4A32">
              <w:t xml:space="preserve">skills must be demonstrated </w:t>
            </w:r>
            <w:r w:rsidR="00243054">
              <w:t xml:space="preserve">for a </w:t>
            </w:r>
            <w:r w:rsidRPr="001E4A32">
              <w:t xml:space="preserve">permaculture system </w:t>
            </w:r>
            <w:r w:rsidR="00243054">
              <w:t xml:space="preserve">design </w:t>
            </w:r>
            <w:r w:rsidRPr="001E4A32">
              <w:t>or an environment that accurately represents workplace conditions</w:t>
            </w:r>
          </w:p>
          <w:p w14:paraId="72850E96" w14:textId="77777777" w:rsidR="001E4A32" w:rsidRPr="001E4A32" w:rsidRDefault="001E4A32" w:rsidP="003A0D69">
            <w:pPr>
              <w:pStyle w:val="SIBulletList1"/>
            </w:pPr>
            <w:r w:rsidRPr="001E4A32">
              <w:t xml:space="preserve">resources, </w:t>
            </w:r>
            <w:proofErr w:type="gramStart"/>
            <w:r w:rsidRPr="001E4A32">
              <w:t>equipment</w:t>
            </w:r>
            <w:proofErr w:type="gramEnd"/>
            <w:r w:rsidRPr="001E4A32">
              <w:t xml:space="preserve"> and materials:</w:t>
            </w:r>
          </w:p>
          <w:p w14:paraId="758D8EE5" w14:textId="2789533D" w:rsidR="001E4A32" w:rsidRPr="001E4A32" w:rsidRDefault="001E4A32" w:rsidP="001E4A32">
            <w:pPr>
              <w:pStyle w:val="SIBulletList2"/>
            </w:pPr>
            <w:r w:rsidRPr="001E4A32">
              <w:t xml:space="preserve">use of </w:t>
            </w:r>
            <w:r w:rsidR="00243054">
              <w:t xml:space="preserve">research </w:t>
            </w:r>
            <w:r w:rsidRPr="001E4A32">
              <w:t xml:space="preserve">tools and </w:t>
            </w:r>
            <w:r w:rsidR="00243054">
              <w:t>references</w:t>
            </w:r>
          </w:p>
          <w:p w14:paraId="3E058534" w14:textId="77777777" w:rsidR="001E4A32" w:rsidRPr="001E4A32" w:rsidRDefault="001E4A32" w:rsidP="003A0D69">
            <w:pPr>
              <w:pStyle w:val="SIBulletList1"/>
            </w:pPr>
            <w:r w:rsidRPr="001E4A32">
              <w:t>specifications:</w:t>
            </w:r>
          </w:p>
          <w:p w14:paraId="75C8C024" w14:textId="4D76C291" w:rsidR="001E4A32" w:rsidRPr="001E4A32" w:rsidRDefault="001E4A32" w:rsidP="001E4A32">
            <w:pPr>
              <w:pStyle w:val="SIBulletList2"/>
            </w:pPr>
            <w:r w:rsidRPr="001E4A32">
              <w:t xml:space="preserve">use of </w:t>
            </w:r>
            <w:r w:rsidR="00243054">
              <w:t xml:space="preserve">permaculture design </w:t>
            </w:r>
            <w:r w:rsidRPr="001E4A32">
              <w:t>specifications</w:t>
            </w:r>
            <w:r w:rsidR="00243054">
              <w:t xml:space="preserve"> and client brief</w:t>
            </w:r>
          </w:p>
          <w:p w14:paraId="318010C0" w14:textId="58249E39" w:rsidR="001E4A32" w:rsidRPr="001E4A32" w:rsidRDefault="001E4A32" w:rsidP="001E4A32">
            <w:pPr>
              <w:pStyle w:val="SIBulletList2"/>
            </w:pPr>
            <w:r w:rsidRPr="001E4A32">
              <w:t xml:space="preserve">access to </w:t>
            </w:r>
            <w:r w:rsidR="00243054">
              <w:t>biological naming convention</w:t>
            </w:r>
          </w:p>
          <w:p w14:paraId="190F7057" w14:textId="77777777" w:rsidR="001E4A32" w:rsidRPr="001E4A32" w:rsidRDefault="001E4A32" w:rsidP="003A0D69">
            <w:pPr>
              <w:pStyle w:val="SIBulletList1"/>
            </w:pPr>
            <w:r w:rsidRPr="001E4A32">
              <w:t>relationships:</w:t>
            </w:r>
          </w:p>
          <w:p w14:paraId="0055843D" w14:textId="405F28C9" w:rsidR="001E4A32" w:rsidRPr="001E4A32" w:rsidRDefault="00243054" w:rsidP="001E4A32">
            <w:pPr>
              <w:pStyle w:val="SIBulletList2"/>
            </w:pPr>
            <w:r>
              <w:t>client.</w:t>
            </w:r>
          </w:p>
          <w:p w14:paraId="759850B7" w14:textId="1E225813" w:rsidR="003B541E" w:rsidRPr="005404CB" w:rsidRDefault="001E4A32" w:rsidP="003B541E">
            <w:pPr>
              <w:pStyle w:val="SIText"/>
              <w:rPr>
                <w:rFonts w:eastAsia="Calibri"/>
              </w:rPr>
            </w:pPr>
            <w:r w:rsidRPr="001E4A3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0F5D2" w14:textId="77777777" w:rsidR="00010EA8" w:rsidRDefault="00010EA8" w:rsidP="00BF3F0A">
      <w:r>
        <w:separator/>
      </w:r>
    </w:p>
    <w:p w14:paraId="4B134AE3" w14:textId="77777777" w:rsidR="00010EA8" w:rsidRDefault="00010EA8"/>
  </w:endnote>
  <w:endnote w:type="continuationSeparator" w:id="0">
    <w:p w14:paraId="54BDAECF" w14:textId="77777777" w:rsidR="00010EA8" w:rsidRDefault="00010EA8" w:rsidP="00BF3F0A">
      <w:r>
        <w:continuationSeparator/>
      </w:r>
    </w:p>
    <w:p w14:paraId="0BE82CF2" w14:textId="77777777" w:rsidR="00010EA8" w:rsidRDefault="00010E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64972">
          <w:rPr>
            <w:noProof/>
          </w:rPr>
          <w:t>1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F47DD" w14:textId="77777777" w:rsidR="00010EA8" w:rsidRDefault="00010EA8" w:rsidP="00BF3F0A">
      <w:r>
        <w:separator/>
      </w:r>
    </w:p>
    <w:p w14:paraId="1394DC9A" w14:textId="77777777" w:rsidR="00010EA8" w:rsidRDefault="00010EA8"/>
  </w:footnote>
  <w:footnote w:type="continuationSeparator" w:id="0">
    <w:p w14:paraId="341503D3" w14:textId="77777777" w:rsidR="00010EA8" w:rsidRDefault="00010EA8" w:rsidP="00BF3F0A">
      <w:r>
        <w:continuationSeparator/>
      </w:r>
    </w:p>
    <w:p w14:paraId="2540902B" w14:textId="77777777" w:rsidR="00010EA8" w:rsidRDefault="00010E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2C4DCE8C" w:rsidR="009C2650" w:rsidRPr="000754EC" w:rsidRDefault="00AA119E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9217E" w:rsidRPr="0079217E">
      <w:t xml:space="preserve"> </w:t>
    </w:r>
    <w:r w:rsidR="002C1738" w:rsidRPr="002C1738">
      <w:t>AHCPER4</w:t>
    </w:r>
    <w:r w:rsidR="000F62B2">
      <w:t>X</w:t>
    </w:r>
    <w:r w:rsidR="003A0D69">
      <w:t>5</w:t>
    </w:r>
    <w:r w:rsidR="002C1738" w:rsidRPr="002C1738">
      <w:t xml:space="preserve"> </w:t>
    </w:r>
    <w:r w:rsidR="00675117" w:rsidRPr="00675117">
      <w:t>Investigate and recommend biological elements for a permaculture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0BA4498"/>
    <w:multiLevelType w:val="multilevel"/>
    <w:tmpl w:val="64F8D2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AE64A93"/>
    <w:multiLevelType w:val="multilevel"/>
    <w:tmpl w:val="66427B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2993897">
    <w:abstractNumId w:val="6"/>
  </w:num>
  <w:num w:numId="2" w16cid:durableId="316955717">
    <w:abstractNumId w:val="5"/>
  </w:num>
  <w:num w:numId="3" w16cid:durableId="916670480">
    <w:abstractNumId w:val="4"/>
  </w:num>
  <w:num w:numId="4" w16cid:durableId="134790357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0EA8"/>
    <w:rsid w:val="0001108F"/>
    <w:rsid w:val="000115E2"/>
    <w:rsid w:val="000126D0"/>
    <w:rsid w:val="0001296A"/>
    <w:rsid w:val="000136C9"/>
    <w:rsid w:val="00016803"/>
    <w:rsid w:val="00023992"/>
    <w:rsid w:val="000275AE"/>
    <w:rsid w:val="000306F8"/>
    <w:rsid w:val="00041E59"/>
    <w:rsid w:val="000500BE"/>
    <w:rsid w:val="00057E4D"/>
    <w:rsid w:val="00064BFE"/>
    <w:rsid w:val="00070B3E"/>
    <w:rsid w:val="00071F95"/>
    <w:rsid w:val="000737BB"/>
    <w:rsid w:val="00074E47"/>
    <w:rsid w:val="000754EC"/>
    <w:rsid w:val="00086857"/>
    <w:rsid w:val="000873E8"/>
    <w:rsid w:val="0009093B"/>
    <w:rsid w:val="000A5441"/>
    <w:rsid w:val="000B2022"/>
    <w:rsid w:val="000C044A"/>
    <w:rsid w:val="000C149A"/>
    <w:rsid w:val="000C224E"/>
    <w:rsid w:val="000E0273"/>
    <w:rsid w:val="000E25E6"/>
    <w:rsid w:val="000E2C86"/>
    <w:rsid w:val="000F29F2"/>
    <w:rsid w:val="000F62B2"/>
    <w:rsid w:val="000F7B0C"/>
    <w:rsid w:val="00101659"/>
    <w:rsid w:val="00105AEA"/>
    <w:rsid w:val="001078BF"/>
    <w:rsid w:val="001129A2"/>
    <w:rsid w:val="00120F02"/>
    <w:rsid w:val="00133957"/>
    <w:rsid w:val="0013525C"/>
    <w:rsid w:val="001372F6"/>
    <w:rsid w:val="00144385"/>
    <w:rsid w:val="00146EEC"/>
    <w:rsid w:val="00151D55"/>
    <w:rsid w:val="00151D93"/>
    <w:rsid w:val="00156EF3"/>
    <w:rsid w:val="00162CC8"/>
    <w:rsid w:val="00176E4F"/>
    <w:rsid w:val="0018546B"/>
    <w:rsid w:val="001A6A3E"/>
    <w:rsid w:val="001A7B6D"/>
    <w:rsid w:val="001B091E"/>
    <w:rsid w:val="001B34D5"/>
    <w:rsid w:val="001B513A"/>
    <w:rsid w:val="001C0A75"/>
    <w:rsid w:val="001C1306"/>
    <w:rsid w:val="001D1D7F"/>
    <w:rsid w:val="001D30EB"/>
    <w:rsid w:val="001D5C1B"/>
    <w:rsid w:val="001D7F5B"/>
    <w:rsid w:val="001E0849"/>
    <w:rsid w:val="001E16BC"/>
    <w:rsid w:val="001E16DF"/>
    <w:rsid w:val="001E4A32"/>
    <w:rsid w:val="001F16C8"/>
    <w:rsid w:val="001F2BA5"/>
    <w:rsid w:val="001F308D"/>
    <w:rsid w:val="00201A7C"/>
    <w:rsid w:val="00202B55"/>
    <w:rsid w:val="00203902"/>
    <w:rsid w:val="0021210E"/>
    <w:rsid w:val="0021414D"/>
    <w:rsid w:val="00223124"/>
    <w:rsid w:val="0022512B"/>
    <w:rsid w:val="00233143"/>
    <w:rsid w:val="00234444"/>
    <w:rsid w:val="00242293"/>
    <w:rsid w:val="00243054"/>
    <w:rsid w:val="00244EA7"/>
    <w:rsid w:val="00246713"/>
    <w:rsid w:val="00262FC3"/>
    <w:rsid w:val="0026394F"/>
    <w:rsid w:val="00264972"/>
    <w:rsid w:val="00267AF6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C0D46"/>
    <w:rsid w:val="002C1738"/>
    <w:rsid w:val="002C4E82"/>
    <w:rsid w:val="002C55E9"/>
    <w:rsid w:val="002D0C8B"/>
    <w:rsid w:val="002D330A"/>
    <w:rsid w:val="002E170C"/>
    <w:rsid w:val="002E193E"/>
    <w:rsid w:val="002F36DB"/>
    <w:rsid w:val="002F7CE6"/>
    <w:rsid w:val="003028FC"/>
    <w:rsid w:val="00304A05"/>
    <w:rsid w:val="00305EFF"/>
    <w:rsid w:val="00310A6A"/>
    <w:rsid w:val="003144E6"/>
    <w:rsid w:val="00324FD5"/>
    <w:rsid w:val="00333E3C"/>
    <w:rsid w:val="00337E82"/>
    <w:rsid w:val="00346FDC"/>
    <w:rsid w:val="00350BB1"/>
    <w:rsid w:val="00352C83"/>
    <w:rsid w:val="00357BBE"/>
    <w:rsid w:val="00366805"/>
    <w:rsid w:val="0037067D"/>
    <w:rsid w:val="00373436"/>
    <w:rsid w:val="0038735B"/>
    <w:rsid w:val="003916D1"/>
    <w:rsid w:val="00394C90"/>
    <w:rsid w:val="00397E65"/>
    <w:rsid w:val="003A0D69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50C7"/>
    <w:rsid w:val="003C7152"/>
    <w:rsid w:val="003D2E73"/>
    <w:rsid w:val="003E72B6"/>
    <w:rsid w:val="003E7BBE"/>
    <w:rsid w:val="003F14E7"/>
    <w:rsid w:val="00403998"/>
    <w:rsid w:val="004127E3"/>
    <w:rsid w:val="004173DD"/>
    <w:rsid w:val="0043212E"/>
    <w:rsid w:val="00434366"/>
    <w:rsid w:val="00434ECE"/>
    <w:rsid w:val="00436386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86E2B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4019"/>
    <w:rsid w:val="004F5DC7"/>
    <w:rsid w:val="004F78DA"/>
    <w:rsid w:val="00510483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472C3"/>
    <w:rsid w:val="00556C4C"/>
    <w:rsid w:val="00557369"/>
    <w:rsid w:val="00557D22"/>
    <w:rsid w:val="00564ADD"/>
    <w:rsid w:val="005708EB"/>
    <w:rsid w:val="00575BC6"/>
    <w:rsid w:val="00580BC0"/>
    <w:rsid w:val="00583902"/>
    <w:rsid w:val="005961F4"/>
    <w:rsid w:val="005A1D70"/>
    <w:rsid w:val="005A3AA5"/>
    <w:rsid w:val="005A6296"/>
    <w:rsid w:val="005A6C9C"/>
    <w:rsid w:val="005A74DC"/>
    <w:rsid w:val="005B5146"/>
    <w:rsid w:val="005D0854"/>
    <w:rsid w:val="005D1AFD"/>
    <w:rsid w:val="005E51E6"/>
    <w:rsid w:val="005E5B6D"/>
    <w:rsid w:val="005F027A"/>
    <w:rsid w:val="005F33CC"/>
    <w:rsid w:val="005F5A5D"/>
    <w:rsid w:val="005F771F"/>
    <w:rsid w:val="006121D4"/>
    <w:rsid w:val="00613B49"/>
    <w:rsid w:val="00616845"/>
    <w:rsid w:val="00620E8E"/>
    <w:rsid w:val="00627320"/>
    <w:rsid w:val="00633CFE"/>
    <w:rsid w:val="00634FCA"/>
    <w:rsid w:val="00643D1B"/>
    <w:rsid w:val="006452B8"/>
    <w:rsid w:val="00652E62"/>
    <w:rsid w:val="0066140A"/>
    <w:rsid w:val="00675117"/>
    <w:rsid w:val="00680367"/>
    <w:rsid w:val="0068453C"/>
    <w:rsid w:val="006852C0"/>
    <w:rsid w:val="00686A49"/>
    <w:rsid w:val="00687B62"/>
    <w:rsid w:val="00690C44"/>
    <w:rsid w:val="00692EC8"/>
    <w:rsid w:val="00695C89"/>
    <w:rsid w:val="00695F57"/>
    <w:rsid w:val="006969D9"/>
    <w:rsid w:val="006A2B68"/>
    <w:rsid w:val="006B1229"/>
    <w:rsid w:val="006C2F32"/>
    <w:rsid w:val="006C32DF"/>
    <w:rsid w:val="006D1AF9"/>
    <w:rsid w:val="006D2A65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35DFA"/>
    <w:rsid w:val="007404E9"/>
    <w:rsid w:val="007444CF"/>
    <w:rsid w:val="00750E78"/>
    <w:rsid w:val="00752C75"/>
    <w:rsid w:val="00757005"/>
    <w:rsid w:val="00761DBE"/>
    <w:rsid w:val="0076402E"/>
    <w:rsid w:val="0076523B"/>
    <w:rsid w:val="00771B60"/>
    <w:rsid w:val="007758FF"/>
    <w:rsid w:val="00781D77"/>
    <w:rsid w:val="00782AE0"/>
    <w:rsid w:val="00783549"/>
    <w:rsid w:val="0078559E"/>
    <w:rsid w:val="007860B7"/>
    <w:rsid w:val="00786DC8"/>
    <w:rsid w:val="0079217E"/>
    <w:rsid w:val="0079402C"/>
    <w:rsid w:val="007A300D"/>
    <w:rsid w:val="007A49CA"/>
    <w:rsid w:val="007A7681"/>
    <w:rsid w:val="007C6A6D"/>
    <w:rsid w:val="007D5A78"/>
    <w:rsid w:val="007E3BD1"/>
    <w:rsid w:val="007F1563"/>
    <w:rsid w:val="007F1EB2"/>
    <w:rsid w:val="007F44DB"/>
    <w:rsid w:val="007F5A8B"/>
    <w:rsid w:val="007F7FC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3C8"/>
    <w:rsid w:val="008908DE"/>
    <w:rsid w:val="008959F5"/>
    <w:rsid w:val="008A0647"/>
    <w:rsid w:val="008A12ED"/>
    <w:rsid w:val="008A39D3"/>
    <w:rsid w:val="008B2C77"/>
    <w:rsid w:val="008B4AD2"/>
    <w:rsid w:val="008B663E"/>
    <w:rsid w:val="008B7138"/>
    <w:rsid w:val="008C3751"/>
    <w:rsid w:val="008D3C8D"/>
    <w:rsid w:val="008D4C90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35B9C"/>
    <w:rsid w:val="00944C09"/>
    <w:rsid w:val="0095019A"/>
    <w:rsid w:val="009527CB"/>
    <w:rsid w:val="00953835"/>
    <w:rsid w:val="00955199"/>
    <w:rsid w:val="00960F6C"/>
    <w:rsid w:val="00962B62"/>
    <w:rsid w:val="00970747"/>
    <w:rsid w:val="009741AF"/>
    <w:rsid w:val="00993CEA"/>
    <w:rsid w:val="00997BFC"/>
    <w:rsid w:val="009A5900"/>
    <w:rsid w:val="009A6E6C"/>
    <w:rsid w:val="009A6F3F"/>
    <w:rsid w:val="009B2E04"/>
    <w:rsid w:val="009B331A"/>
    <w:rsid w:val="009B7F7C"/>
    <w:rsid w:val="009C2650"/>
    <w:rsid w:val="009D15E2"/>
    <w:rsid w:val="009D15FE"/>
    <w:rsid w:val="009D2523"/>
    <w:rsid w:val="009D5D2C"/>
    <w:rsid w:val="009F0DCC"/>
    <w:rsid w:val="009F11CA"/>
    <w:rsid w:val="00A0163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119E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3253"/>
    <w:rsid w:val="00B0712C"/>
    <w:rsid w:val="00B11D14"/>
    <w:rsid w:val="00B12013"/>
    <w:rsid w:val="00B22C67"/>
    <w:rsid w:val="00B3508F"/>
    <w:rsid w:val="00B443EE"/>
    <w:rsid w:val="00B52AAC"/>
    <w:rsid w:val="00B52B2E"/>
    <w:rsid w:val="00B560C8"/>
    <w:rsid w:val="00B61150"/>
    <w:rsid w:val="00B616D1"/>
    <w:rsid w:val="00B65BC7"/>
    <w:rsid w:val="00B7425E"/>
    <w:rsid w:val="00B746B9"/>
    <w:rsid w:val="00B848D4"/>
    <w:rsid w:val="00B865B7"/>
    <w:rsid w:val="00B9148E"/>
    <w:rsid w:val="00B91517"/>
    <w:rsid w:val="00B934C5"/>
    <w:rsid w:val="00B948C3"/>
    <w:rsid w:val="00B94E99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E5889"/>
    <w:rsid w:val="00BF1D4C"/>
    <w:rsid w:val="00BF3F0A"/>
    <w:rsid w:val="00C04238"/>
    <w:rsid w:val="00C104BD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471D4"/>
    <w:rsid w:val="00C578E9"/>
    <w:rsid w:val="00C70626"/>
    <w:rsid w:val="00C72860"/>
    <w:rsid w:val="00C72A48"/>
    <w:rsid w:val="00C73582"/>
    <w:rsid w:val="00C73B90"/>
    <w:rsid w:val="00C742EC"/>
    <w:rsid w:val="00C77D12"/>
    <w:rsid w:val="00C83F6D"/>
    <w:rsid w:val="00C96AF3"/>
    <w:rsid w:val="00C97CCC"/>
    <w:rsid w:val="00CA0274"/>
    <w:rsid w:val="00CA139A"/>
    <w:rsid w:val="00CA50E1"/>
    <w:rsid w:val="00CB13DA"/>
    <w:rsid w:val="00CB746F"/>
    <w:rsid w:val="00CC451E"/>
    <w:rsid w:val="00CC46D7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52770"/>
    <w:rsid w:val="00D52946"/>
    <w:rsid w:val="00D54C76"/>
    <w:rsid w:val="00D607DE"/>
    <w:rsid w:val="00D6140B"/>
    <w:rsid w:val="00D632BB"/>
    <w:rsid w:val="00D71E43"/>
    <w:rsid w:val="00D727F3"/>
    <w:rsid w:val="00D73695"/>
    <w:rsid w:val="00D810DE"/>
    <w:rsid w:val="00D81399"/>
    <w:rsid w:val="00D822E8"/>
    <w:rsid w:val="00D87D32"/>
    <w:rsid w:val="00D91188"/>
    <w:rsid w:val="00D92C83"/>
    <w:rsid w:val="00D97ACF"/>
    <w:rsid w:val="00DA0A81"/>
    <w:rsid w:val="00DA3C10"/>
    <w:rsid w:val="00DA53B5"/>
    <w:rsid w:val="00DB7D54"/>
    <w:rsid w:val="00DC1D69"/>
    <w:rsid w:val="00DC5A3A"/>
    <w:rsid w:val="00DD0726"/>
    <w:rsid w:val="00E11A59"/>
    <w:rsid w:val="00E238E6"/>
    <w:rsid w:val="00E34CD8"/>
    <w:rsid w:val="00E35064"/>
    <w:rsid w:val="00E3681D"/>
    <w:rsid w:val="00E37BBD"/>
    <w:rsid w:val="00E37C3B"/>
    <w:rsid w:val="00E40225"/>
    <w:rsid w:val="00E4046B"/>
    <w:rsid w:val="00E46FBD"/>
    <w:rsid w:val="00E501F0"/>
    <w:rsid w:val="00E51A1F"/>
    <w:rsid w:val="00E52C49"/>
    <w:rsid w:val="00E6166D"/>
    <w:rsid w:val="00E91BFF"/>
    <w:rsid w:val="00E92933"/>
    <w:rsid w:val="00E94FAD"/>
    <w:rsid w:val="00EB0AA4"/>
    <w:rsid w:val="00EB5C88"/>
    <w:rsid w:val="00EC0469"/>
    <w:rsid w:val="00EC0C3E"/>
    <w:rsid w:val="00EC3D51"/>
    <w:rsid w:val="00ED5AAC"/>
    <w:rsid w:val="00ED68A5"/>
    <w:rsid w:val="00EF01F8"/>
    <w:rsid w:val="00EF3268"/>
    <w:rsid w:val="00EF40EF"/>
    <w:rsid w:val="00EF47FE"/>
    <w:rsid w:val="00F02CB7"/>
    <w:rsid w:val="00F05AFD"/>
    <w:rsid w:val="00F0614C"/>
    <w:rsid w:val="00F069BD"/>
    <w:rsid w:val="00F1480E"/>
    <w:rsid w:val="00F1497D"/>
    <w:rsid w:val="00F16AAC"/>
    <w:rsid w:val="00F2591A"/>
    <w:rsid w:val="00F30C7D"/>
    <w:rsid w:val="00F33FF2"/>
    <w:rsid w:val="00F438FC"/>
    <w:rsid w:val="00F4417C"/>
    <w:rsid w:val="00F47865"/>
    <w:rsid w:val="00F50405"/>
    <w:rsid w:val="00F5616F"/>
    <w:rsid w:val="00F56451"/>
    <w:rsid w:val="00F56827"/>
    <w:rsid w:val="00F60517"/>
    <w:rsid w:val="00F60763"/>
    <w:rsid w:val="00F62866"/>
    <w:rsid w:val="00F65EF0"/>
    <w:rsid w:val="00F71651"/>
    <w:rsid w:val="00F76191"/>
    <w:rsid w:val="00F76CC6"/>
    <w:rsid w:val="00F777DC"/>
    <w:rsid w:val="00F824BB"/>
    <w:rsid w:val="00F83D7C"/>
    <w:rsid w:val="00F94876"/>
    <w:rsid w:val="00FB02C0"/>
    <w:rsid w:val="00FB232E"/>
    <w:rsid w:val="00FC1FC3"/>
    <w:rsid w:val="00FD557D"/>
    <w:rsid w:val="00FE0282"/>
    <w:rsid w:val="00FE124D"/>
    <w:rsid w:val="00FE792C"/>
    <w:rsid w:val="00FF3CA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Revision">
    <w:name w:val="Revision"/>
    <w:hidden/>
    <w:uiPriority w:val="99"/>
    <w:semiHidden/>
    <w:rsid w:val="003A0D6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845D9CA1-B689-42DC-9AF4-1D92319921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6AAEA3-6A93-4BDD-AEE4-7214C4C6CF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2006/documentManagement/types"/>
    <ds:schemaRef ds:uri="d50bbff7-d6dd-47d2-864a-cfdc2c3db0f4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7ee3a392-9fd5-4e44-986b-b11872d0f857"/>
    <ds:schemaRef ds:uri="http://schemas.microsoft.com/sharepoint/v3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423</TotalTime>
  <Pages>4</Pages>
  <Words>1121</Words>
  <Characters>6392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142</cp:revision>
  <cp:lastPrinted>2016-05-27T05:21:00Z</cp:lastPrinted>
  <dcterms:created xsi:type="dcterms:W3CDTF">2021-09-14T01:14:00Z</dcterms:created>
  <dcterms:modified xsi:type="dcterms:W3CDTF">2022-05-13T02:51:00Z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